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2A3A9" w14:textId="77777777" w:rsidR="0012685D" w:rsidRPr="0087265A" w:rsidRDefault="0012685D" w:rsidP="0012685D">
      <w:pPr>
        <w:pStyle w:val="Antet"/>
        <w:jc w:val="right"/>
        <w:rPr>
          <w:rFonts w:ascii="Calibri" w:hAnsi="Calibri"/>
        </w:rPr>
      </w:pPr>
      <w:r w:rsidRPr="0087265A">
        <w:rPr>
          <w:rFonts w:ascii="Calibri" w:hAnsi="Calibri"/>
        </w:rPr>
        <w:t>Anexa 9</w:t>
      </w:r>
    </w:p>
    <w:p w14:paraId="58E512DB" w14:textId="77777777" w:rsidR="0012685D" w:rsidRPr="0087265A" w:rsidRDefault="0012685D" w:rsidP="0012685D">
      <w:pPr>
        <w:pStyle w:val="Titlu"/>
        <w:rPr>
          <w:rFonts w:ascii="Calibri" w:hAnsi="Calibri" w:cs="Calibri"/>
          <w:sz w:val="24"/>
        </w:rPr>
      </w:pPr>
      <w:r w:rsidRPr="0087265A">
        <w:rPr>
          <w:rFonts w:ascii="Calibri" w:hAnsi="Calibri" w:cs="Calibri"/>
          <w:sz w:val="24"/>
        </w:rPr>
        <w:t>Planul de reutilizare (*)</w:t>
      </w:r>
    </w:p>
    <w:p w14:paraId="67115311" w14:textId="77777777" w:rsidR="0012685D" w:rsidRPr="0087265A" w:rsidRDefault="0012685D" w:rsidP="0012685D">
      <w:pPr>
        <w:pStyle w:val="Titlu"/>
        <w:rPr>
          <w:rFonts w:ascii="Calibri" w:hAnsi="Calibri" w:cs="Calibri"/>
          <w:sz w:val="24"/>
        </w:rPr>
      </w:pPr>
      <w:r w:rsidRPr="0087265A">
        <w:rPr>
          <w:rFonts w:ascii="Calibri" w:hAnsi="Calibri" w:cs="Calibri"/>
          <w:sz w:val="24"/>
        </w:rPr>
        <w:t>Model orientativ</w:t>
      </w:r>
    </w:p>
    <w:p w14:paraId="60C994A9" w14:textId="77777777" w:rsidR="0012685D" w:rsidRPr="0087265A" w:rsidRDefault="0012685D" w:rsidP="0012685D">
      <w:pPr>
        <w:pStyle w:val="Titlu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Descrierea obiectivului</w:t>
      </w:r>
    </w:p>
    <w:p w14:paraId="305906E4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Localizare, suprafață, inclusiv datele de contact </w:t>
      </w:r>
      <w:proofErr w:type="spellStart"/>
      <w:r w:rsidRPr="0087265A">
        <w:rPr>
          <w:rFonts w:ascii="Calibri" w:hAnsi="Calibri" w:cs="Calibri"/>
          <w:sz w:val="24"/>
          <w:szCs w:val="24"/>
        </w:rPr>
        <w:t>şi</w:t>
      </w:r>
      <w:proofErr w:type="spellEnd"/>
      <w:r w:rsidRPr="0087265A">
        <w:rPr>
          <w:rFonts w:ascii="Calibri" w:hAnsi="Calibri" w:cs="Calibri"/>
          <w:sz w:val="24"/>
          <w:szCs w:val="24"/>
        </w:rPr>
        <w:t xml:space="preserve"> identificare ale organizației care are in proprietate imobilul  </w:t>
      </w:r>
    </w:p>
    <w:p w14:paraId="626A1717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</w:p>
    <w:p w14:paraId="1B04CB63" w14:textId="77777777" w:rsidR="0012685D" w:rsidRPr="0087265A" w:rsidRDefault="0012685D" w:rsidP="0012685D">
      <w:pPr>
        <w:pStyle w:val="Titlu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imobilului obiect al contractului si demonstrarea gradului de inutilizare/degradare </w:t>
      </w:r>
    </w:p>
    <w:p w14:paraId="21FB5C60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Informații cu privire la </w:t>
      </w:r>
    </w:p>
    <w:p w14:paraId="43138652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istoricul imobilului (în ceea ce privește proprietatea imobilului )  </w:t>
      </w:r>
    </w:p>
    <w:p w14:paraId="5F14E183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istoricul activităților desfășurate pe o perioada de 5 ani  </w:t>
      </w:r>
    </w:p>
    <w:p w14:paraId="61CC6BAB" w14:textId="77777777" w:rsidR="00AD3353" w:rsidRDefault="0012685D" w:rsidP="00AD3353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Starea actuala a terenului/clădirilor ce se afla pe teren, gradul de degradare</w:t>
      </w:r>
    </w:p>
    <w:p w14:paraId="044086BC" w14:textId="612BA100" w:rsidR="0012685D" w:rsidRPr="0087265A" w:rsidRDefault="0012685D" w:rsidP="00AD3353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Destinația </w:t>
      </w:r>
      <w:proofErr w:type="spellStart"/>
      <w:r w:rsidRPr="0087265A">
        <w:rPr>
          <w:rFonts w:ascii="Calibri" w:hAnsi="Calibri" w:cs="Calibri"/>
          <w:sz w:val="24"/>
          <w:szCs w:val="24"/>
        </w:rPr>
        <w:t>şi</w:t>
      </w:r>
      <w:proofErr w:type="spellEnd"/>
      <w:r w:rsidRPr="0087265A">
        <w:rPr>
          <w:rFonts w:ascii="Calibri" w:hAnsi="Calibri" w:cs="Calibri"/>
          <w:sz w:val="24"/>
          <w:szCs w:val="24"/>
        </w:rPr>
        <w:t xml:space="preserve"> funcțiile sitului / structurii </w:t>
      </w:r>
    </w:p>
    <w:p w14:paraId="3A7D945E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destinației structurii </w:t>
      </w:r>
      <w:proofErr w:type="spellStart"/>
      <w:r w:rsidRPr="0087265A">
        <w:rPr>
          <w:rFonts w:ascii="Calibri" w:hAnsi="Calibri" w:cs="Calibri"/>
          <w:sz w:val="24"/>
          <w:szCs w:val="24"/>
        </w:rPr>
        <w:t>şi</w:t>
      </w:r>
      <w:proofErr w:type="spellEnd"/>
      <w:r w:rsidRPr="0087265A">
        <w:rPr>
          <w:rFonts w:ascii="Calibri" w:hAnsi="Calibri" w:cs="Calibri"/>
          <w:sz w:val="24"/>
          <w:szCs w:val="24"/>
        </w:rPr>
        <w:t xml:space="preserve"> a facilităților construite (corelate cu SF/DALI/PTE – dacă este cazul) </w:t>
      </w:r>
      <w:proofErr w:type="spellStart"/>
      <w:r w:rsidRPr="0087265A">
        <w:rPr>
          <w:rFonts w:ascii="Calibri" w:hAnsi="Calibri" w:cs="Calibri"/>
          <w:sz w:val="24"/>
          <w:szCs w:val="24"/>
        </w:rPr>
        <w:t>şi</w:t>
      </w:r>
      <w:proofErr w:type="spellEnd"/>
      <w:r w:rsidRPr="0087265A">
        <w:rPr>
          <w:rFonts w:ascii="Calibri" w:hAnsi="Calibri" w:cs="Calibri"/>
          <w:sz w:val="24"/>
          <w:szCs w:val="24"/>
        </w:rPr>
        <w:t xml:space="preserve"> cum vor contribui acestea la dezvoltarea mediului  local/regional </w:t>
      </w:r>
    </w:p>
    <w:p w14:paraId="7EB1AB38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Descrierea activităților/funcțiilor pe care le va îndeplini imobilul și impactul asupra dezvoltării economico-sociale și de mediu  locale/regionale</w:t>
      </w:r>
    </w:p>
    <w:p w14:paraId="010271B8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</w:t>
      </w:r>
      <w:proofErr w:type="spellStart"/>
      <w:r w:rsidRPr="0087265A">
        <w:rPr>
          <w:rFonts w:ascii="Calibri" w:hAnsi="Calibri" w:cs="Calibri"/>
          <w:sz w:val="24"/>
          <w:szCs w:val="24"/>
        </w:rPr>
        <w:t>şi</w:t>
      </w:r>
      <w:proofErr w:type="spellEnd"/>
      <w:r w:rsidRPr="0087265A">
        <w:rPr>
          <w:rFonts w:ascii="Calibri" w:hAnsi="Calibri" w:cs="Calibri"/>
          <w:sz w:val="24"/>
          <w:szCs w:val="24"/>
        </w:rPr>
        <w:t xml:space="preserve"> evidențierea avantajelor care rezultă din regenerarea/revitalizarea  imobilului </w:t>
      </w:r>
    </w:p>
    <w:p w14:paraId="55D14262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accesibilității la obiectivul de investiții prin mijloace de transport/pietonal. </w:t>
      </w:r>
    </w:p>
    <w:p w14:paraId="57EC9FB0" w14:textId="77777777" w:rsidR="0012685D" w:rsidRPr="0087265A" w:rsidRDefault="0012685D" w:rsidP="0012685D">
      <w:pPr>
        <w:pStyle w:val="instruct"/>
        <w:spacing w:before="0" w:after="0"/>
        <w:ind w:left="72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(Se vor identifica, pentru fiecare teren în parte, mijloacele de transport care asigură accesibilitatea la imobil, respectiv distanța la care este situat față de cea mai apropiată zonă locuită (zonă rezidențială/de birouri/zonă pietonală) </w:t>
      </w:r>
    </w:p>
    <w:p w14:paraId="2BB7126F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alte aspecte</w:t>
      </w:r>
    </w:p>
    <w:p w14:paraId="3A167A86" w14:textId="77777777" w:rsidR="0012685D" w:rsidRPr="0087265A" w:rsidRDefault="0012685D" w:rsidP="0012685D">
      <w:pPr>
        <w:pStyle w:val="Titlu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Analiza necesității realizării proiectului</w:t>
      </w:r>
    </w:p>
    <w:p w14:paraId="02276AD9" w14:textId="77777777" w:rsidR="00AD3353" w:rsidRDefault="0012685D" w:rsidP="00AD3353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Justificare necesității reconversiei și </w:t>
      </w:r>
      <w:r w:rsidR="00AD3353" w:rsidRPr="00AD3353">
        <w:rPr>
          <w:rFonts w:ascii="Calibri" w:hAnsi="Calibri" w:cs="Calibri"/>
          <w:sz w:val="24"/>
          <w:szCs w:val="24"/>
        </w:rPr>
        <w:t>si transformării ternului degradat in spațiu verde, descrierea terenului, inclusiv justificarea necesității reconversiei și refuncționalizării prin prisma suprafețelor verzi/locuitor existente în localitate, conform datelor statistice de la INS, anexate la Cererea de finanțare</w:t>
      </w:r>
    </w:p>
    <w:p w14:paraId="77E35450" w14:textId="1B417C94" w:rsidR="0012685D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organizației care administrează/va administra imobilul </w:t>
      </w:r>
    </w:p>
    <w:p w14:paraId="7B6C16D6" w14:textId="77777777" w:rsidR="00AD3353" w:rsidRPr="00AD3353" w:rsidRDefault="00AD3353" w:rsidP="00AD3353">
      <w:pPr>
        <w:pStyle w:val="Listparagraf"/>
        <w:numPr>
          <w:ilvl w:val="0"/>
          <w:numId w:val="5"/>
        </w:numPr>
        <w:rPr>
          <w:rFonts w:ascii="Calibri" w:hAnsi="Calibri" w:cs="Calibri"/>
          <w:i/>
          <w:iCs/>
          <w:shd w:val="clear" w:color="auto" w:fill="E0E0E0"/>
          <w:lang w:eastAsia="ar-SA"/>
        </w:rPr>
      </w:pPr>
      <w:r w:rsidRPr="00AD3353">
        <w:rPr>
          <w:rFonts w:ascii="Calibri" w:hAnsi="Calibri" w:cs="Calibri"/>
          <w:i/>
          <w:iCs/>
          <w:shd w:val="clear" w:color="auto" w:fill="E0E0E0"/>
          <w:lang w:eastAsia="ar-SA"/>
        </w:rPr>
        <w:t xml:space="preserve">După caz, măsurile de conservare a biodiversității urbane, contribuția proiectului la îmbunătățirea biodiversității și la protecția naturii </w:t>
      </w:r>
    </w:p>
    <w:p w14:paraId="67268981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alte aspecte</w:t>
      </w:r>
    </w:p>
    <w:p w14:paraId="687F9F1B" w14:textId="77777777" w:rsidR="0012685D" w:rsidRPr="0087265A" w:rsidRDefault="0012685D" w:rsidP="0012685D">
      <w:pPr>
        <w:pStyle w:val="Titlu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Anexe </w:t>
      </w:r>
      <w:proofErr w:type="spellStart"/>
      <w:r w:rsidRPr="0087265A">
        <w:rPr>
          <w:rFonts w:ascii="Calibri" w:hAnsi="Calibri" w:cs="Calibri"/>
          <w:sz w:val="24"/>
          <w:szCs w:val="24"/>
        </w:rPr>
        <w:t>şi</w:t>
      </w:r>
      <w:proofErr w:type="spellEnd"/>
      <w:r w:rsidRPr="0087265A">
        <w:rPr>
          <w:rFonts w:ascii="Calibri" w:hAnsi="Calibri" w:cs="Calibri"/>
          <w:sz w:val="24"/>
          <w:szCs w:val="24"/>
        </w:rPr>
        <w:t xml:space="preserve"> alte documente ce considerați a fi relevante, sau care susțin anumite puncte de vedere din planul de reutilizare a sitului/structurii.</w:t>
      </w:r>
    </w:p>
    <w:p w14:paraId="0307C221" w14:textId="77777777" w:rsidR="0012685D" w:rsidRDefault="0012685D" w:rsidP="0012685D">
      <w:pPr>
        <w:rPr>
          <w:rFonts w:ascii="Calibri" w:hAnsi="Calibri"/>
        </w:rPr>
      </w:pPr>
    </w:p>
    <w:p w14:paraId="65B92809" w14:textId="77777777" w:rsidR="0087265A" w:rsidRPr="0087265A" w:rsidRDefault="0087265A" w:rsidP="0012685D">
      <w:pPr>
        <w:rPr>
          <w:rFonts w:ascii="Calibri" w:hAnsi="Calibri"/>
        </w:rPr>
      </w:pPr>
    </w:p>
    <w:p w14:paraId="774049F9" w14:textId="26F796EB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Notă:</w:t>
      </w:r>
      <w:r w:rsidR="00AD3353">
        <w:rPr>
          <w:rFonts w:ascii="Calibri" w:hAnsi="Calibri" w:cs="Calibri"/>
          <w:sz w:val="24"/>
          <w:szCs w:val="24"/>
        </w:rPr>
        <w:t xml:space="preserve"> </w:t>
      </w:r>
      <w:r w:rsidRPr="0087265A">
        <w:rPr>
          <w:rFonts w:ascii="Calibri" w:hAnsi="Calibri" w:cs="Calibri"/>
          <w:sz w:val="24"/>
          <w:szCs w:val="24"/>
        </w:rPr>
        <w:t>Pentru cererile de finanțare care cuprind proiecte în mai multe locații planul de reutilizare va fi completat pentru fiecare în parte.</w:t>
      </w:r>
    </w:p>
    <w:p w14:paraId="7862D74E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</w:p>
    <w:p w14:paraId="02EAC34D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Semnătura: </w:t>
      </w:r>
    </w:p>
    <w:p w14:paraId="03530D1C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Nume, prenume</w:t>
      </w:r>
    </w:p>
    <w:p w14:paraId="32ADB21D" w14:textId="77777777" w:rsidR="00AD3353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Semnătura reprezentantului legal al solicitantului</w:t>
      </w:r>
    </w:p>
    <w:p w14:paraId="4DCB1044" w14:textId="4F4D2E32" w:rsidR="0012685D" w:rsidRPr="0087265A" w:rsidRDefault="00AD3353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Da</w:t>
      </w:r>
      <w:r w:rsidR="0012685D" w:rsidRPr="0087265A">
        <w:rPr>
          <w:rFonts w:ascii="Calibri" w:hAnsi="Calibri" w:cs="Calibri"/>
          <w:sz w:val="24"/>
          <w:szCs w:val="24"/>
        </w:rPr>
        <w:t xml:space="preserve">ta: </w:t>
      </w:r>
    </w:p>
    <w:p w14:paraId="023BDF44" w14:textId="77777777" w:rsidR="00110896" w:rsidRPr="0087265A" w:rsidRDefault="0012685D" w:rsidP="0012685D">
      <w:pPr>
        <w:pStyle w:val="instruct"/>
        <w:spacing w:before="0" w:after="0"/>
        <w:jc w:val="both"/>
        <w:rPr>
          <w:rFonts w:ascii="Calibri" w:hAnsi="Calibri"/>
          <w:b/>
          <w:sz w:val="24"/>
          <w:szCs w:val="24"/>
        </w:rPr>
      </w:pPr>
      <w:proofErr w:type="spellStart"/>
      <w:r w:rsidRPr="0087265A">
        <w:rPr>
          <w:rFonts w:ascii="Calibri" w:hAnsi="Calibri" w:cs="Calibri"/>
          <w:sz w:val="24"/>
          <w:szCs w:val="24"/>
        </w:rPr>
        <w:t>zz</w:t>
      </w:r>
      <w:proofErr w:type="spellEnd"/>
      <w:r w:rsidRPr="0087265A">
        <w:rPr>
          <w:rFonts w:ascii="Calibri" w:hAnsi="Calibri" w:cs="Calibri"/>
          <w:sz w:val="24"/>
          <w:szCs w:val="24"/>
        </w:rPr>
        <w:t>/</w:t>
      </w:r>
      <w:proofErr w:type="spellStart"/>
      <w:r w:rsidRPr="0087265A">
        <w:rPr>
          <w:rFonts w:ascii="Calibri" w:hAnsi="Calibri" w:cs="Calibri"/>
          <w:sz w:val="24"/>
          <w:szCs w:val="24"/>
        </w:rPr>
        <w:t>ll</w:t>
      </w:r>
      <w:proofErr w:type="spellEnd"/>
      <w:r w:rsidRPr="0087265A">
        <w:rPr>
          <w:rFonts w:ascii="Calibri" w:hAnsi="Calibri" w:cs="Calibri"/>
          <w:sz w:val="24"/>
          <w:szCs w:val="24"/>
        </w:rPr>
        <w:t>/</w:t>
      </w:r>
      <w:proofErr w:type="spellStart"/>
      <w:r w:rsidRPr="0087265A">
        <w:rPr>
          <w:rFonts w:ascii="Calibri" w:hAnsi="Calibri" w:cs="Calibri"/>
          <w:sz w:val="24"/>
          <w:szCs w:val="24"/>
        </w:rPr>
        <w:t>aaaa</w:t>
      </w:r>
      <w:proofErr w:type="spellEnd"/>
    </w:p>
    <w:sectPr w:rsidR="00110896" w:rsidRPr="0087265A" w:rsidSect="00872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8CF3A" w14:textId="77777777" w:rsidR="00141ED9" w:rsidRDefault="00141ED9">
      <w:r>
        <w:separator/>
      </w:r>
    </w:p>
  </w:endnote>
  <w:endnote w:type="continuationSeparator" w:id="0">
    <w:p w14:paraId="7587D43E" w14:textId="77777777" w:rsidR="00141ED9" w:rsidRDefault="0014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D4BBA" w14:textId="77777777" w:rsidR="00535BDC" w:rsidRDefault="00535BD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684A925A" w14:textId="77777777">
      <w:trPr>
        <w:cantSplit/>
        <w:trHeight w:hRule="exact" w:val="340"/>
        <w:hidden/>
      </w:trPr>
      <w:tc>
        <w:tcPr>
          <w:tcW w:w="9210" w:type="dxa"/>
        </w:tcPr>
        <w:p w14:paraId="5C8EAB32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0FDD63D6" w14:textId="77777777" w:rsidR="00F12E7F" w:rsidRDefault="00F0015F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0ECB393E" wp14:editId="255FB94C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544DCE" wp14:editId="1139D6B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4214D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44DCE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4524214D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2EE0BA1" wp14:editId="31411CB2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626DD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EE0BA1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286626DD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F6A039" wp14:editId="756D7016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69D2BE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4C6936B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1126C41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F6A039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4669D2BE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4C6936B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1126C41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27203D7" wp14:editId="6B0A0EB8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4BB3C0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6FB8" w14:textId="77777777" w:rsidR="00072DDE" w:rsidRDefault="00F0015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E32D660" wp14:editId="5F570427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473FDC" wp14:editId="50699FC8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327A5D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73FDC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7F327A5D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F2392B8" wp14:editId="12C09F99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E8B78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2392B8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1D4E8B78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2B762B7" wp14:editId="5052A77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28C1D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4B61917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8ED580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B762B7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38B28C1D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4B61917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8ED580E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0DEEBDA0" wp14:editId="1AED5B40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0F005" w14:textId="77777777" w:rsidR="00141ED9" w:rsidRDefault="00141ED9">
      <w:r>
        <w:separator/>
      </w:r>
    </w:p>
  </w:footnote>
  <w:footnote w:type="continuationSeparator" w:id="0">
    <w:p w14:paraId="186DEC18" w14:textId="77777777" w:rsidR="00141ED9" w:rsidRDefault="00141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5FBD" w14:textId="14411137" w:rsidR="00535BDC" w:rsidRDefault="00535BDC">
    <w:pPr>
      <w:pStyle w:val="Antet"/>
    </w:pPr>
    <w:r>
      <w:rPr>
        <w:noProof/>
      </w:rPr>
      <w:pict w14:anchorId="2EC9F1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2" type="#_x0000_t136" style="position:absolute;margin-left:0;margin-top:0;width:583.65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D53FD" w14:textId="56714763" w:rsidR="002B3BB9" w:rsidRPr="00851382" w:rsidRDefault="00535BDC">
    <w:pPr>
      <w:pStyle w:val="Antet"/>
      <w:rPr>
        <w:color w:val="999999"/>
      </w:rPr>
    </w:pPr>
    <w:r>
      <w:rPr>
        <w:noProof/>
      </w:rPr>
      <w:pict w14:anchorId="58CD48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3" type="#_x0000_t136" style="position:absolute;margin-left:0;margin-top:0;width:583.65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F0015F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64E04557" wp14:editId="0AD0FECA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25B9A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0710E303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E04557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ED25B9A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0710E303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3EF33" w14:textId="7056B156" w:rsidR="002B3BB9" w:rsidRDefault="00535BDC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7C3DF7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5121" type="#_x0000_t136" style="position:absolute;margin-left:0;margin-top:0;width:583.65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F0015F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BE38AD9" wp14:editId="6352AE3A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015F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75F2C999" wp14:editId="7E2CED50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015F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1C990449" wp14:editId="35461F7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51F71"/>
    <w:rsid w:val="00376CFE"/>
    <w:rsid w:val="003E2E03"/>
    <w:rsid w:val="00474F02"/>
    <w:rsid w:val="00523BEA"/>
    <w:rsid w:val="00535BDC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7265A"/>
    <w:rsid w:val="0088290B"/>
    <w:rsid w:val="008C26CE"/>
    <w:rsid w:val="008E7688"/>
    <w:rsid w:val="00936CF8"/>
    <w:rsid w:val="00950345"/>
    <w:rsid w:val="0095716B"/>
    <w:rsid w:val="009F711B"/>
    <w:rsid w:val="00A06DE4"/>
    <w:rsid w:val="00A82042"/>
    <w:rsid w:val="00AD3353"/>
    <w:rsid w:val="00AE4990"/>
    <w:rsid w:val="00B15233"/>
    <w:rsid w:val="00B565C5"/>
    <w:rsid w:val="00BD3175"/>
    <w:rsid w:val="00C05C7A"/>
    <w:rsid w:val="00C707BE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0015F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72D5237F"/>
  <w15:chartTrackingRefBased/>
  <w15:docId w15:val="{59ACBEE8-03D7-4CF2-967A-25D16F33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paragraph" w:styleId="Listparagraf">
    <w:name w:val="List Paragraph"/>
    <w:basedOn w:val="Normal"/>
    <w:uiPriority w:val="34"/>
    <w:qFormat/>
    <w:rsid w:val="00AD3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4B95C-1593-492A-8C7B-47F41C56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4</TotalTime>
  <Pages>1</Pages>
  <Words>301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2300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4</cp:revision>
  <cp:lastPrinted>2022-03-29T08:07:00Z</cp:lastPrinted>
  <dcterms:created xsi:type="dcterms:W3CDTF">2023-09-06T09:17:00Z</dcterms:created>
  <dcterms:modified xsi:type="dcterms:W3CDTF">2025-09-23T07:23:00Z</dcterms:modified>
</cp:coreProperties>
</file>